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D66313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B97943">
        <w:t xml:space="preserve"> </w:t>
      </w:r>
      <w:r w:rsidR="00E821A5">
        <w:t xml:space="preserve">- </w:t>
      </w:r>
      <w:r w:rsidRPr="003C004F">
        <w:t xml:space="preserve">Layer 2 </w:t>
      </w:r>
      <w:r>
        <w:t>Security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F90DC7" w:rsidP="00A6283D">
      <w:pPr>
        <w:pStyle w:val="Visual"/>
      </w:pPr>
      <w:r w:rsidRPr="00F90DC7">
        <w:rPr>
          <w:noProof/>
        </w:rPr>
        <w:drawing>
          <wp:inline distT="0" distB="0" distL="0" distR="0" wp14:anchorId="664EE87C" wp14:editId="51A200AA">
            <wp:extent cx="5486400" cy="3686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D66313" w:rsidRDefault="00D66313" w:rsidP="00D66313">
      <w:pPr>
        <w:pStyle w:val="Bulletlevel1"/>
      </w:pPr>
      <w:r>
        <w:t>Assign the Central switch as the root bridge.</w:t>
      </w:r>
    </w:p>
    <w:p w:rsidR="00D66313" w:rsidRDefault="00D66313" w:rsidP="00D66313">
      <w:pPr>
        <w:pStyle w:val="Bulletlevel1"/>
      </w:pPr>
      <w:r>
        <w:t>Secure spanning-tree parameters to prevent STP manipulation attacks.</w:t>
      </w:r>
    </w:p>
    <w:p w:rsidR="00D66313" w:rsidRPr="00A31E3A" w:rsidRDefault="00D66313" w:rsidP="00D66313">
      <w:pPr>
        <w:pStyle w:val="Bulletlevel1"/>
      </w:pPr>
      <w:r>
        <w:t xml:space="preserve">Enable port security to prevent </w:t>
      </w:r>
      <w:r w:rsidR="008B51F9">
        <w:t>CAM</w:t>
      </w:r>
      <w:r>
        <w:t xml:space="preserve"> table overflow attacks.</w:t>
      </w:r>
    </w:p>
    <w:p w:rsidR="00231DCA" w:rsidRPr="008402F2" w:rsidRDefault="00231DCA" w:rsidP="008402F2">
      <w:pPr>
        <w:pStyle w:val="LabSection"/>
        <w:rPr>
          <w:rFonts w:eastAsia="Arial"/>
        </w:rPr>
      </w:pPr>
      <w:r w:rsidRPr="008402F2">
        <w:rPr>
          <w:rFonts w:eastAsia="Arial"/>
        </w:rPr>
        <w:t>Background</w:t>
      </w:r>
      <w:r w:rsidR="008402F2">
        <w:t xml:space="preserve"> / Scenario</w:t>
      </w:r>
    </w:p>
    <w:p w:rsidR="00D66313" w:rsidRDefault="00D66313" w:rsidP="00D66313">
      <w:pPr>
        <w:pStyle w:val="BodyTextL25"/>
      </w:pPr>
      <w:r>
        <w:t>There have been a number of attacks on the network recently. For this reason, the network administrator has assigned you the task of configuring Layer 2 security.</w:t>
      </w:r>
    </w:p>
    <w:p w:rsidR="00D66313" w:rsidRDefault="00D66313" w:rsidP="00D66313">
      <w:pPr>
        <w:pStyle w:val="BodyTextL25"/>
      </w:pPr>
      <w:r>
        <w:t xml:space="preserve">For optimum performance and security, the administrator would like to ensure that the root bridge is the 3560 Central switch. To prevent spanning-tree manipulation attacks, the administrator wants to ensure that the STP parameters are secure. </w:t>
      </w:r>
      <w:r w:rsidR="00B81AAF">
        <w:t>T</w:t>
      </w:r>
      <w:r>
        <w:t xml:space="preserve">o prevent against </w:t>
      </w:r>
      <w:r w:rsidR="008B51F9">
        <w:t>CAM</w:t>
      </w:r>
      <w:r>
        <w:t xml:space="preserve"> table overflow </w:t>
      </w:r>
      <w:r w:rsidRPr="00125E67">
        <w:rPr>
          <w:noProof/>
        </w:rPr>
        <w:t>attacks,</w:t>
      </w:r>
      <w:r>
        <w:t xml:space="preserve"> the network administrator has decided to configure port security to limit the number of MAC addresses </w:t>
      </w:r>
      <w:r w:rsidR="00B81AAF">
        <w:t xml:space="preserve">each switch port </w:t>
      </w:r>
      <w:r>
        <w:t>can learn. If the number of MAC addresses exceeds the set limit, the administrator would like the port to be shutdown.</w:t>
      </w:r>
    </w:p>
    <w:p w:rsidR="00D66313" w:rsidRDefault="00D66313" w:rsidP="00D66313">
      <w:pPr>
        <w:pStyle w:val="BodyTextL25"/>
      </w:pPr>
      <w:r>
        <w:t>All switch devices have been preconfigured with the following:</w:t>
      </w:r>
    </w:p>
    <w:p w:rsidR="00D66313" w:rsidRPr="00B135C7" w:rsidRDefault="00D66313" w:rsidP="00D66313">
      <w:pPr>
        <w:pStyle w:val="Bulletlevel2"/>
      </w:pPr>
      <w:r>
        <w:t xml:space="preserve">Enable password: </w:t>
      </w:r>
      <w:r w:rsidRPr="003A3059">
        <w:rPr>
          <w:b/>
        </w:rPr>
        <w:t>ciscoenpa55</w:t>
      </w:r>
    </w:p>
    <w:p w:rsidR="00D66313" w:rsidRPr="00B135C7" w:rsidRDefault="00D66313" w:rsidP="00D66313">
      <w:pPr>
        <w:pStyle w:val="Bulletlevel2"/>
      </w:pPr>
      <w:r>
        <w:t xml:space="preserve">Console password: </w:t>
      </w:r>
      <w:r w:rsidRPr="003A3059">
        <w:rPr>
          <w:b/>
        </w:rPr>
        <w:t>ciscoconpa55</w:t>
      </w:r>
    </w:p>
    <w:p w:rsidR="00D66313" w:rsidRPr="00896321" w:rsidRDefault="005C69C7" w:rsidP="00D66313">
      <w:pPr>
        <w:pStyle w:val="Bulletlevel2"/>
      </w:pPr>
      <w:r>
        <w:t xml:space="preserve">SSH username and password: </w:t>
      </w:r>
      <w:r>
        <w:rPr>
          <w:b/>
        </w:rPr>
        <w:t>SSHadmin</w:t>
      </w:r>
      <w:r w:rsidR="002606F2">
        <w:t xml:space="preserve"> / </w:t>
      </w:r>
      <w:r>
        <w:rPr>
          <w:b/>
        </w:rPr>
        <w:t>ciscosshpa55</w:t>
      </w:r>
    </w:p>
    <w:p w:rsidR="00D66313" w:rsidRPr="0094201B" w:rsidRDefault="00D66313" w:rsidP="00D66313">
      <w:pPr>
        <w:pStyle w:val="PartHead"/>
      </w:pPr>
      <w:r w:rsidRPr="0094201B">
        <w:lastRenderedPageBreak/>
        <w:t xml:space="preserve">Configure </w:t>
      </w:r>
      <w:r>
        <w:t>Root Bridge</w:t>
      </w:r>
    </w:p>
    <w:p w:rsidR="00D66313" w:rsidRPr="00EB2EF0" w:rsidRDefault="00D66313" w:rsidP="00D66313">
      <w:pPr>
        <w:pStyle w:val="StepHead"/>
      </w:pPr>
      <w:r w:rsidRPr="00EB2EF0">
        <w:t>Determine the current root bridge.</w:t>
      </w:r>
    </w:p>
    <w:p w:rsidR="00D66313" w:rsidRDefault="00D66313" w:rsidP="00D66313">
      <w:pPr>
        <w:pStyle w:val="BodyTextL25"/>
      </w:pPr>
      <w:r>
        <w:t xml:space="preserve">From </w:t>
      </w:r>
      <w:r w:rsidR="00E52D28" w:rsidRPr="00E52D28">
        <w:rPr>
          <w:b/>
        </w:rPr>
        <w:t>Central</w:t>
      </w:r>
      <w:r>
        <w:t xml:space="preserve">, issue the </w:t>
      </w:r>
      <w:r w:rsidRPr="00D66313">
        <w:rPr>
          <w:b/>
        </w:rPr>
        <w:t>show spanning-tree</w:t>
      </w:r>
      <w:r>
        <w:t xml:space="preserve"> command to determine the current root bridge</w:t>
      </w:r>
      <w:r w:rsidR="00B81AAF">
        <w:t>,</w:t>
      </w:r>
      <w:r>
        <w:t xml:space="preserve"> to see the ports in use</w:t>
      </w:r>
      <w:r w:rsidR="00B81AAF">
        <w:t>,</w:t>
      </w:r>
      <w:r>
        <w:t xml:space="preserve"> and </w:t>
      </w:r>
      <w:r w:rsidR="00B81AAF">
        <w:t xml:space="preserve">to see </w:t>
      </w:r>
      <w:r>
        <w:t>their status</w:t>
      </w:r>
      <w:r w:rsidRPr="00203051">
        <w:t>.</w:t>
      </w:r>
    </w:p>
    <w:p w:rsidR="00D66313" w:rsidRDefault="00D66313" w:rsidP="00D66313">
      <w:pPr>
        <w:pStyle w:val="BodyTextL25"/>
      </w:pPr>
      <w:r>
        <w:t>Which switch is the current r</w:t>
      </w:r>
      <w:r w:rsidR="005D7B50">
        <w:t xml:space="preserve">oot </w:t>
      </w:r>
      <w:r>
        <w:t>bridge?</w:t>
      </w:r>
    </w:p>
    <w:p w:rsidR="00D66313" w:rsidRDefault="00D66313" w:rsidP="00D66313">
      <w:pPr>
        <w:pStyle w:val="BodyTextL25"/>
      </w:pPr>
      <w:r>
        <w:t>_______________________________________________________________________________________</w:t>
      </w:r>
    </w:p>
    <w:p w:rsidR="00D66313" w:rsidRDefault="005D7B50" w:rsidP="00D66313">
      <w:pPr>
        <w:pStyle w:val="BodyTextL25"/>
      </w:pPr>
      <w:r>
        <w:t xml:space="preserve">Based on the current root </w:t>
      </w:r>
      <w:r w:rsidR="00D66313">
        <w:t>bridge, what is the resulting spanning</w:t>
      </w:r>
      <w:r>
        <w:t xml:space="preserve"> </w:t>
      </w:r>
      <w:r w:rsidR="00D66313">
        <w:t>tree? (Draw the spanning-tree topology.)</w:t>
      </w:r>
    </w:p>
    <w:p w:rsidR="00D66313" w:rsidRPr="00EB2EF0" w:rsidRDefault="00D66313" w:rsidP="00D66313">
      <w:pPr>
        <w:pStyle w:val="StepHead"/>
      </w:pPr>
      <w:r w:rsidRPr="00EB2EF0">
        <w:t xml:space="preserve">Assign </w:t>
      </w:r>
      <w:r>
        <w:t>C</w:t>
      </w:r>
      <w:r w:rsidRPr="00EB2EF0">
        <w:t>entral as the primary root bridge.</w:t>
      </w:r>
    </w:p>
    <w:p w:rsidR="00D66313" w:rsidRDefault="00D66313" w:rsidP="00D66313">
      <w:pPr>
        <w:pStyle w:val="BodyTextL25"/>
      </w:pPr>
      <w:r>
        <w:t xml:space="preserve">Using the </w:t>
      </w:r>
      <w:r w:rsidRPr="0094201B">
        <w:rPr>
          <w:b/>
        </w:rPr>
        <w:t>spanning-tree vlan 1 root</w:t>
      </w:r>
      <w:r w:rsidRPr="006E270A">
        <w:rPr>
          <w:b/>
        </w:rPr>
        <w:t xml:space="preserve"> primary</w:t>
      </w:r>
      <w:r>
        <w:t xml:space="preserve"> command, </w:t>
      </w:r>
      <w:r w:rsidR="00B81AAF">
        <w:t xml:space="preserve">and </w:t>
      </w:r>
      <w:r>
        <w:t xml:space="preserve">assign </w:t>
      </w:r>
      <w:r w:rsidR="00E52D28" w:rsidRPr="00E52D28">
        <w:rPr>
          <w:b/>
        </w:rPr>
        <w:t>Central</w:t>
      </w:r>
      <w:r>
        <w:t xml:space="preserve"> as the root bridge.</w:t>
      </w:r>
    </w:p>
    <w:p w:rsidR="00D66313" w:rsidRPr="00EB2EF0" w:rsidRDefault="00D66313" w:rsidP="0099058D">
      <w:pPr>
        <w:pStyle w:val="StepHead"/>
      </w:pPr>
      <w:bookmarkStart w:id="0" w:name="wp9000273"/>
      <w:bookmarkStart w:id="1" w:name="wp9000274"/>
      <w:bookmarkStart w:id="2" w:name="wp9000275"/>
      <w:bookmarkStart w:id="3" w:name="wp9000276"/>
      <w:bookmarkStart w:id="4" w:name="wp9000039"/>
      <w:bookmarkStart w:id="5" w:name="wp9000040"/>
      <w:bookmarkStart w:id="6" w:name="wp9000041"/>
      <w:bookmarkEnd w:id="0"/>
      <w:bookmarkEnd w:id="1"/>
      <w:bookmarkEnd w:id="2"/>
      <w:bookmarkEnd w:id="3"/>
      <w:bookmarkEnd w:id="4"/>
      <w:bookmarkEnd w:id="5"/>
      <w:bookmarkEnd w:id="6"/>
      <w:r w:rsidRPr="00EB2EF0">
        <w:t>Assign SW-</w:t>
      </w:r>
      <w:r>
        <w:t>1</w:t>
      </w:r>
      <w:r w:rsidRPr="00EB2EF0">
        <w:t xml:space="preserve"> as a secondary root bridge.</w:t>
      </w:r>
    </w:p>
    <w:p w:rsidR="00D66313" w:rsidRDefault="00D66313" w:rsidP="00D66313">
      <w:pPr>
        <w:pStyle w:val="BodyTextL25"/>
      </w:pPr>
      <w:r>
        <w:t xml:space="preserve">Assign </w:t>
      </w:r>
      <w:r w:rsidR="00E52D28" w:rsidRPr="00E52D28">
        <w:rPr>
          <w:b/>
        </w:rPr>
        <w:t>SW-1</w:t>
      </w:r>
      <w:r>
        <w:t xml:space="preserve"> as the secondary root bridge using </w:t>
      </w:r>
      <w:r w:rsidRPr="00E45133">
        <w:t xml:space="preserve">the </w:t>
      </w:r>
      <w:r w:rsidRPr="00E45133">
        <w:rPr>
          <w:b/>
        </w:rPr>
        <w:t>spanning-tree vlan 1 root</w:t>
      </w:r>
      <w:r w:rsidRPr="006E270A">
        <w:rPr>
          <w:b/>
        </w:rPr>
        <w:t xml:space="preserve"> </w:t>
      </w:r>
      <w:r>
        <w:rPr>
          <w:b/>
        </w:rPr>
        <w:t>secondary</w:t>
      </w:r>
      <w:r>
        <w:t xml:space="preserve"> command.</w:t>
      </w:r>
    </w:p>
    <w:p w:rsidR="00D66313" w:rsidRDefault="00D66313" w:rsidP="00D66313">
      <w:pPr>
        <w:pStyle w:val="StepHead"/>
      </w:pPr>
      <w:r>
        <w:t>Verify the spanning-tree configuration</w:t>
      </w:r>
      <w:r w:rsidRPr="0094201B">
        <w:t>.</w:t>
      </w:r>
    </w:p>
    <w:p w:rsidR="00D66313" w:rsidRDefault="00D66313" w:rsidP="00D66313">
      <w:pPr>
        <w:pStyle w:val="BodyTextL25"/>
      </w:pPr>
      <w:r>
        <w:t xml:space="preserve">Issue the </w:t>
      </w:r>
      <w:r w:rsidRPr="00D66313">
        <w:rPr>
          <w:b/>
        </w:rPr>
        <w:t>show spanning-tree</w:t>
      </w:r>
      <w:r>
        <w:t xml:space="preserve"> command to verify that </w:t>
      </w:r>
      <w:r w:rsidR="00E52D28" w:rsidRPr="00E52D28">
        <w:rPr>
          <w:b/>
        </w:rPr>
        <w:t>Central</w:t>
      </w:r>
      <w:r>
        <w:t xml:space="preserve"> is the root bridge</w:t>
      </w:r>
      <w:r w:rsidRPr="00203051">
        <w:t>.</w:t>
      </w:r>
    </w:p>
    <w:p w:rsidR="002606F2" w:rsidRDefault="002606F2" w:rsidP="002D6A87">
      <w:pPr>
        <w:pStyle w:val="CMD"/>
      </w:pPr>
      <w:r>
        <w:t xml:space="preserve">Central# </w:t>
      </w:r>
      <w:r w:rsidRPr="002D6A87">
        <w:rPr>
          <w:b/>
        </w:rPr>
        <w:t>show spanning-tree</w:t>
      </w:r>
    </w:p>
    <w:p w:rsidR="002606F2" w:rsidRDefault="002606F2" w:rsidP="002D6A87">
      <w:pPr>
        <w:pStyle w:val="CMDOutput"/>
      </w:pPr>
      <w:r>
        <w:t>VLAN0001</w:t>
      </w:r>
    </w:p>
    <w:p w:rsidR="002606F2" w:rsidRDefault="002606F2" w:rsidP="002D6A87">
      <w:pPr>
        <w:pStyle w:val="CMDOutput"/>
      </w:pPr>
      <w:r>
        <w:t xml:space="preserve">   Spanning tree enabled protocol ieee</w:t>
      </w:r>
    </w:p>
    <w:p w:rsidR="002606F2" w:rsidRDefault="002606F2" w:rsidP="002D6A87">
      <w:pPr>
        <w:pStyle w:val="CMDOutput"/>
      </w:pPr>
      <w:r>
        <w:t xml:space="preserve">   Root ID  Priority      24577</w:t>
      </w:r>
    </w:p>
    <w:p w:rsidR="002606F2" w:rsidRDefault="002606F2" w:rsidP="002D6A87">
      <w:pPr>
        <w:pStyle w:val="CMDOutput"/>
      </w:pPr>
      <w:r>
        <w:t xml:space="preserve">            Address       00D0.D31C.634C</w:t>
      </w:r>
    </w:p>
    <w:p w:rsidR="002606F2" w:rsidRDefault="002606F2" w:rsidP="002D6A87">
      <w:pPr>
        <w:pStyle w:val="CMDOutput"/>
      </w:pPr>
      <w:r>
        <w:t xml:space="preserve">            </w:t>
      </w:r>
      <w:r w:rsidRPr="002D6A87">
        <w:rPr>
          <w:highlight w:val="yellow"/>
        </w:rPr>
        <w:t>This bridge is the root</w:t>
      </w:r>
    </w:p>
    <w:p w:rsidR="002606F2" w:rsidRDefault="002606F2" w:rsidP="002D6A87">
      <w:pPr>
        <w:pStyle w:val="CMDOutput"/>
      </w:pPr>
      <w:r>
        <w:t xml:space="preserve">            Hello Time  2 sec  Max Age  20 sec   Forward Delay  15 sec</w:t>
      </w:r>
    </w:p>
    <w:p w:rsidR="00D66313" w:rsidRDefault="00D66313" w:rsidP="00D66313">
      <w:pPr>
        <w:pStyle w:val="BodyTextL25"/>
      </w:pPr>
      <w:r>
        <w:t>Which switch is the current root</w:t>
      </w:r>
      <w:r w:rsidR="0099058D">
        <w:t xml:space="preserve"> </w:t>
      </w:r>
      <w:r>
        <w:t>bridge?</w:t>
      </w:r>
    </w:p>
    <w:p w:rsidR="00D66313" w:rsidRDefault="00D66313" w:rsidP="00D66313">
      <w:pPr>
        <w:pStyle w:val="BodyTextL25"/>
      </w:pPr>
      <w:r>
        <w:t>_______________________________________________________________________________________</w:t>
      </w:r>
    </w:p>
    <w:p w:rsidR="00D66313" w:rsidRDefault="00D66313" w:rsidP="00D66313">
      <w:pPr>
        <w:pStyle w:val="BodyTextL25"/>
      </w:pPr>
      <w:r>
        <w:t>Based on the new root-bridge, what is the resulting spanning</w:t>
      </w:r>
      <w:r w:rsidR="0099058D">
        <w:t xml:space="preserve"> </w:t>
      </w:r>
      <w:r>
        <w:t>tree? (Draw the spanning-tree topology.)</w:t>
      </w:r>
    </w:p>
    <w:p w:rsidR="00D66313" w:rsidRPr="0094201B" w:rsidRDefault="00D66313" w:rsidP="00D66313">
      <w:pPr>
        <w:pStyle w:val="PartHead"/>
      </w:pPr>
      <w:r w:rsidRPr="0094201B">
        <w:t>Protect Against STP Attacks</w:t>
      </w:r>
    </w:p>
    <w:p w:rsidR="00D66313" w:rsidRPr="00776DA0" w:rsidRDefault="00D66313" w:rsidP="00D66313">
      <w:pPr>
        <w:pStyle w:val="BodyTextL25"/>
        <w:rPr>
          <w:rFonts w:eastAsia="MS Mincho"/>
        </w:rPr>
      </w:pPr>
      <w:r>
        <w:t>Secure the STP parameters to prevent STP manipulation attacks.</w:t>
      </w:r>
    </w:p>
    <w:p w:rsidR="00D66313" w:rsidRDefault="00D66313" w:rsidP="00D66313">
      <w:pPr>
        <w:pStyle w:val="StepHead"/>
      </w:pPr>
      <w:r>
        <w:t>Enable PortFast on all access ports.</w:t>
      </w:r>
    </w:p>
    <w:p w:rsidR="00D66313" w:rsidRPr="00E8388F" w:rsidRDefault="00D66313" w:rsidP="00D66313">
      <w:pPr>
        <w:pStyle w:val="BodyTextL25"/>
      </w:pPr>
      <w:r w:rsidRPr="006B189A">
        <w:t xml:space="preserve">PortFast </w:t>
      </w:r>
      <w:r>
        <w:t xml:space="preserve">is configured </w:t>
      </w:r>
      <w:r w:rsidRPr="006B189A">
        <w:t>on access ports that connect to a single workstation or server</w:t>
      </w:r>
      <w:r>
        <w:t xml:space="preserve"> to enable them to become active more quickly. On the connected access ports of the </w:t>
      </w:r>
      <w:r w:rsidR="00E52D28" w:rsidRPr="00E52D28">
        <w:rPr>
          <w:b/>
        </w:rPr>
        <w:t>SW-A</w:t>
      </w:r>
      <w:r>
        <w:t xml:space="preserve"> and </w:t>
      </w:r>
      <w:r w:rsidR="00E52D28" w:rsidRPr="00E52D28">
        <w:rPr>
          <w:b/>
        </w:rPr>
        <w:t>SW-B</w:t>
      </w:r>
      <w:r>
        <w:t xml:space="preserve">, use the </w:t>
      </w:r>
      <w:r w:rsidRPr="00D66313">
        <w:rPr>
          <w:b/>
        </w:rPr>
        <w:t>spanning-tree portfast</w:t>
      </w:r>
      <w:r w:rsidRPr="00D66313">
        <w:t xml:space="preserve"> </w:t>
      </w:r>
      <w:r>
        <w:t>command.</w:t>
      </w:r>
    </w:p>
    <w:p w:rsidR="00D66313" w:rsidRDefault="00D66313" w:rsidP="00D66313">
      <w:pPr>
        <w:pStyle w:val="StepHead"/>
      </w:pPr>
      <w:r>
        <w:t>Enable BPDU guard on all access ports.</w:t>
      </w:r>
    </w:p>
    <w:p w:rsidR="00D66313" w:rsidRDefault="00D66313" w:rsidP="00D66313">
      <w:pPr>
        <w:pStyle w:val="BodyTextL25"/>
      </w:pPr>
      <w:r w:rsidRPr="00BA5235">
        <w:t xml:space="preserve">BPDU guard </w:t>
      </w:r>
      <w:r>
        <w:t xml:space="preserve">is a feature that can help prevent rogue switches and spoofing on access ports. Enable BPDU guard on </w:t>
      </w:r>
      <w:r w:rsidR="00E52D28" w:rsidRPr="00E52D28">
        <w:rPr>
          <w:b/>
        </w:rPr>
        <w:t>SW-A</w:t>
      </w:r>
      <w:r>
        <w:t xml:space="preserve"> and </w:t>
      </w:r>
      <w:r w:rsidR="00E52D28" w:rsidRPr="00E52D28">
        <w:rPr>
          <w:b/>
        </w:rPr>
        <w:t>SW-B</w:t>
      </w:r>
      <w:r>
        <w:t xml:space="preserve"> access ports.</w:t>
      </w:r>
    </w:p>
    <w:p w:rsidR="00D66313" w:rsidRPr="00776DA0" w:rsidRDefault="00D66313" w:rsidP="00D66313">
      <w:pPr>
        <w:pStyle w:val="BodyTextL25"/>
      </w:pPr>
      <w:r w:rsidRPr="00D66313">
        <w:rPr>
          <w:rFonts w:eastAsia="Arial"/>
          <w:b/>
        </w:rPr>
        <w:t>Note</w:t>
      </w:r>
      <w:r>
        <w:rPr>
          <w:rFonts w:eastAsia="Arial"/>
        </w:rPr>
        <w:t>: S</w:t>
      </w:r>
      <w:r w:rsidRPr="00457B21">
        <w:rPr>
          <w:rFonts w:eastAsia="Arial"/>
        </w:rPr>
        <w:t xml:space="preserve">panning-tree </w:t>
      </w:r>
      <w:r w:rsidR="0073743E">
        <w:rPr>
          <w:rFonts w:eastAsia="Arial"/>
        </w:rPr>
        <w:t xml:space="preserve">BPDU </w:t>
      </w:r>
      <w:r w:rsidR="0073743E" w:rsidRPr="00457B21">
        <w:rPr>
          <w:rFonts w:eastAsia="Arial"/>
        </w:rPr>
        <w:t xml:space="preserve">guard </w:t>
      </w:r>
      <w:r w:rsidRPr="00457B21">
        <w:rPr>
          <w:rFonts w:eastAsia="Arial"/>
        </w:rPr>
        <w:t xml:space="preserve">can be enabled on each individual port using the </w:t>
      </w:r>
      <w:r w:rsidRPr="00D66313">
        <w:rPr>
          <w:b/>
        </w:rPr>
        <w:t>spanning-tree bpduguard enable</w:t>
      </w:r>
      <w:r w:rsidR="0099058D">
        <w:t xml:space="preserve"> command</w:t>
      </w:r>
      <w:r w:rsidR="0073743E">
        <w:t xml:space="preserve"> in interface configuration mode</w:t>
      </w:r>
      <w:r w:rsidRPr="00457B21">
        <w:rPr>
          <w:rFonts w:eastAsia="Arial"/>
        </w:rPr>
        <w:t xml:space="preserve"> or </w:t>
      </w:r>
      <w:r w:rsidR="0073743E">
        <w:rPr>
          <w:rFonts w:eastAsia="Arial"/>
        </w:rPr>
        <w:t xml:space="preserve">the </w:t>
      </w:r>
      <w:r w:rsidRPr="00D66313">
        <w:rPr>
          <w:b/>
        </w:rPr>
        <w:t>spanning-tree portfast bpduguard default</w:t>
      </w:r>
      <w:r w:rsidR="0099058D">
        <w:rPr>
          <w:b/>
        </w:rPr>
        <w:t xml:space="preserve"> </w:t>
      </w:r>
      <w:r w:rsidR="0099058D" w:rsidRPr="00457B21">
        <w:rPr>
          <w:rFonts w:eastAsia="Arial"/>
        </w:rPr>
        <w:t>command</w:t>
      </w:r>
      <w:r w:rsidR="0073743E">
        <w:rPr>
          <w:rFonts w:eastAsia="Arial"/>
        </w:rPr>
        <w:t xml:space="preserve"> in global configuration mode</w:t>
      </w:r>
      <w:r w:rsidRPr="00457B21">
        <w:rPr>
          <w:rFonts w:eastAsia="Arial"/>
        </w:rPr>
        <w:t>. For grading purposes in this activity</w:t>
      </w:r>
      <w:r w:rsidR="0073743E">
        <w:rPr>
          <w:rFonts w:eastAsia="Arial"/>
        </w:rPr>
        <w:t>,</w:t>
      </w:r>
      <w:r w:rsidRPr="00457B21">
        <w:rPr>
          <w:rFonts w:eastAsia="Arial"/>
        </w:rPr>
        <w:t xml:space="preserve"> please use the </w:t>
      </w:r>
      <w:r w:rsidRPr="00D66313">
        <w:rPr>
          <w:b/>
        </w:rPr>
        <w:t>spanning-tree bpduguard enable</w:t>
      </w:r>
      <w:r w:rsidRPr="00457B21">
        <w:rPr>
          <w:rFonts w:eastAsia="Arial"/>
        </w:rPr>
        <w:t xml:space="preserve"> command.</w:t>
      </w:r>
    </w:p>
    <w:p w:rsidR="00D66313" w:rsidRDefault="00D66313" w:rsidP="00D66313">
      <w:pPr>
        <w:pStyle w:val="StepHead"/>
      </w:pPr>
      <w:r>
        <w:t>Enable root guard.</w:t>
      </w:r>
    </w:p>
    <w:p w:rsidR="00D66313" w:rsidRDefault="00D66313" w:rsidP="00D66313">
      <w:pPr>
        <w:pStyle w:val="BodyTextL25"/>
      </w:pPr>
      <w:r>
        <w:rPr>
          <w:rFonts w:eastAsia="MS Mincho"/>
        </w:rPr>
        <w:t xml:space="preserve">Root guard can </w:t>
      </w:r>
      <w:r w:rsidRPr="00CD0882">
        <w:rPr>
          <w:rFonts w:eastAsia="MS Mincho"/>
        </w:rPr>
        <w:t>be enable</w:t>
      </w:r>
      <w:r>
        <w:rPr>
          <w:rFonts w:eastAsia="MS Mincho"/>
        </w:rPr>
        <w:t>d</w:t>
      </w:r>
      <w:r w:rsidRPr="00CD0882">
        <w:rPr>
          <w:rFonts w:eastAsia="MS Mincho"/>
        </w:rPr>
        <w:t xml:space="preserve"> on all ports </w:t>
      </w:r>
      <w:r>
        <w:rPr>
          <w:rFonts w:eastAsia="MS Mincho"/>
        </w:rPr>
        <w:t xml:space="preserve">on a switch </w:t>
      </w:r>
      <w:r w:rsidRPr="00CD0882">
        <w:rPr>
          <w:rFonts w:eastAsia="MS Mincho"/>
        </w:rPr>
        <w:t>that are not root ports</w:t>
      </w:r>
      <w:r>
        <w:rPr>
          <w:rFonts w:eastAsia="MS Mincho"/>
        </w:rPr>
        <w:t xml:space="preserve">. It is </w:t>
      </w:r>
      <w:r w:rsidRPr="00230D88">
        <w:t xml:space="preserve">best deployed on ports that connect to </w:t>
      </w:r>
      <w:r>
        <w:t xml:space="preserve">other non-root </w:t>
      </w:r>
      <w:r w:rsidRPr="00230D88">
        <w:t>switches</w:t>
      </w:r>
      <w:r>
        <w:t xml:space="preserve">. Use the </w:t>
      </w:r>
      <w:r w:rsidRPr="00D66313">
        <w:rPr>
          <w:b/>
        </w:rPr>
        <w:t>show spanning-tree</w:t>
      </w:r>
      <w:r>
        <w:t xml:space="preserve"> command to determine the location of the root port on each switch.</w:t>
      </w:r>
    </w:p>
    <w:p w:rsidR="00D66313" w:rsidRPr="00230D88" w:rsidRDefault="00D66313" w:rsidP="00D66313">
      <w:pPr>
        <w:pStyle w:val="BodyTextL25"/>
        <w:rPr>
          <w:rFonts w:eastAsia="MS Mincho"/>
        </w:rPr>
      </w:pPr>
      <w:r>
        <w:t xml:space="preserve">On </w:t>
      </w:r>
      <w:r w:rsidR="00E52D28" w:rsidRPr="00E52D28">
        <w:rPr>
          <w:b/>
        </w:rPr>
        <w:t>SW-1</w:t>
      </w:r>
      <w:r>
        <w:t>, enable root guard on po</w:t>
      </w:r>
      <w:r w:rsidR="002F68D8">
        <w:t>rts F0/23 and F</w:t>
      </w:r>
      <w:r>
        <w:t xml:space="preserve">0/24. On </w:t>
      </w:r>
      <w:r w:rsidR="00E52D28" w:rsidRPr="00E52D28">
        <w:rPr>
          <w:b/>
        </w:rPr>
        <w:t>SW-2</w:t>
      </w:r>
      <w:r w:rsidR="002F68D8">
        <w:t>, enable root guard on ports F0/23 and F</w:t>
      </w:r>
      <w:r>
        <w:t>0/24.</w:t>
      </w:r>
    </w:p>
    <w:p w:rsidR="00D66313" w:rsidRPr="0004448E" w:rsidRDefault="00D66313" w:rsidP="00D66313">
      <w:pPr>
        <w:pStyle w:val="PartHead"/>
      </w:pPr>
      <w:r w:rsidRPr="0004448E">
        <w:t>Configure Port Security and Disable Unused Ports</w:t>
      </w:r>
    </w:p>
    <w:p w:rsidR="00D66313" w:rsidRDefault="00D66313" w:rsidP="00D66313">
      <w:pPr>
        <w:pStyle w:val="StepHead"/>
      </w:pPr>
      <w:r>
        <w:t>Configure basic port security on all ports connected to host devices.</w:t>
      </w:r>
    </w:p>
    <w:p w:rsidR="00D66313" w:rsidRDefault="00D66313" w:rsidP="00D66313">
      <w:pPr>
        <w:pStyle w:val="BodyTextL25"/>
      </w:pPr>
      <w:r>
        <w:t xml:space="preserve">This procedure should be performed on all access ports on </w:t>
      </w:r>
      <w:r w:rsidR="00E52D28" w:rsidRPr="00E52D28">
        <w:rPr>
          <w:b/>
        </w:rPr>
        <w:t>SW-A</w:t>
      </w:r>
      <w:r>
        <w:t xml:space="preserve"> and </w:t>
      </w:r>
      <w:r w:rsidR="00E52D28" w:rsidRPr="00E52D28">
        <w:rPr>
          <w:b/>
        </w:rPr>
        <w:t>SW-B</w:t>
      </w:r>
      <w:r>
        <w:t>. Set the maximum number of learned MAC address</w:t>
      </w:r>
      <w:r w:rsidR="00B81AAF">
        <w:t>es</w:t>
      </w:r>
      <w:r>
        <w:t xml:space="preserve"> to </w:t>
      </w:r>
      <w:r w:rsidRPr="00BB580C">
        <w:rPr>
          <w:b/>
        </w:rPr>
        <w:t>2</w:t>
      </w:r>
      <w:r>
        <w:t xml:space="preserve">, allow the MAC address to be learned dynamically, and set the violation to </w:t>
      </w:r>
      <w:r w:rsidR="006D10E8">
        <w:rPr>
          <w:b/>
        </w:rPr>
        <w:t>shut</w:t>
      </w:r>
      <w:r w:rsidRPr="00BB580C">
        <w:rPr>
          <w:b/>
        </w:rPr>
        <w:t>down</w:t>
      </w:r>
      <w:r>
        <w:t>.</w:t>
      </w:r>
    </w:p>
    <w:p w:rsidR="00D66313" w:rsidRDefault="00780846" w:rsidP="00D66313">
      <w:pPr>
        <w:pStyle w:val="BodyTextL25"/>
      </w:pPr>
      <w:r>
        <w:rPr>
          <w:b/>
        </w:rPr>
        <w:t>Note</w:t>
      </w:r>
      <w:r>
        <w:t>: A</w:t>
      </w:r>
      <w:r w:rsidR="00D66313">
        <w:t xml:space="preserve"> switch port must be configured as an acces</w:t>
      </w:r>
      <w:r w:rsidR="00D47DCC">
        <w:t>s port to enable port security.</w:t>
      </w:r>
    </w:p>
    <w:p w:rsidR="00D66313" w:rsidRDefault="00D66313" w:rsidP="00D66313">
      <w:pPr>
        <w:pStyle w:val="BodyTextL25"/>
      </w:pPr>
      <w:r>
        <w:t xml:space="preserve">Why </w:t>
      </w:r>
      <w:r w:rsidR="002D6A87">
        <w:t>is port security not</w:t>
      </w:r>
      <w:r>
        <w:t xml:space="preserve"> enable</w:t>
      </w:r>
      <w:r w:rsidR="002D6A87">
        <w:t>d</w:t>
      </w:r>
      <w:r>
        <w:t xml:space="preserve"> on ports </w:t>
      </w:r>
      <w:r w:rsidR="002D6A87">
        <w:t xml:space="preserve">that are </w:t>
      </w:r>
      <w:r>
        <w:t>connected to other switch</w:t>
      </w:r>
      <w:r w:rsidR="002D6A87">
        <w:t xml:space="preserve"> devices</w:t>
      </w:r>
      <w:r>
        <w:t>?</w:t>
      </w:r>
    </w:p>
    <w:p w:rsidR="00B7370A" w:rsidRDefault="00B7370A" w:rsidP="00D66313">
      <w:pPr>
        <w:pStyle w:val="BodyTextL25"/>
      </w:pPr>
      <w:r>
        <w:t>_______________________________________________________________________________________</w:t>
      </w:r>
    </w:p>
    <w:p w:rsidR="00B7370A" w:rsidRDefault="00B7370A" w:rsidP="00B7370A">
      <w:pPr>
        <w:pStyle w:val="BodyTextL25"/>
      </w:pPr>
      <w:r>
        <w:t>_______________________________________________________________________________________</w:t>
      </w:r>
    </w:p>
    <w:p w:rsidR="00B7370A" w:rsidRDefault="00B7370A" w:rsidP="00B7370A">
      <w:pPr>
        <w:pStyle w:val="BodyTextL25"/>
      </w:pPr>
      <w:r>
        <w:t>_______________________________________________________________________________________</w:t>
      </w:r>
    </w:p>
    <w:p w:rsidR="00B7370A" w:rsidRDefault="00B7370A" w:rsidP="00B7370A">
      <w:pPr>
        <w:pStyle w:val="BodyTextL25"/>
      </w:pPr>
      <w:r>
        <w:t>_______________________________________________________________________________________</w:t>
      </w:r>
    </w:p>
    <w:p w:rsidR="00B7370A" w:rsidRDefault="00B7370A" w:rsidP="00B7370A">
      <w:pPr>
        <w:pStyle w:val="BodyTextL25"/>
      </w:pPr>
      <w:r>
        <w:t>_______________________________________________________________________________________</w:t>
      </w:r>
    </w:p>
    <w:p w:rsidR="00D66313" w:rsidRDefault="00D66313" w:rsidP="00D66313">
      <w:pPr>
        <w:pStyle w:val="StepHead"/>
      </w:pPr>
      <w:r>
        <w:t>Verify port security.</w:t>
      </w:r>
    </w:p>
    <w:p w:rsidR="00BA5D18" w:rsidRDefault="00D66313" w:rsidP="006E32A5">
      <w:pPr>
        <w:pStyle w:val="SubStepAlpha"/>
      </w:pPr>
      <w:r w:rsidRPr="00230D88">
        <w:t xml:space="preserve">On </w:t>
      </w:r>
      <w:r w:rsidR="00E52D28" w:rsidRPr="00E52D28">
        <w:rPr>
          <w:b/>
        </w:rPr>
        <w:t>SW-A</w:t>
      </w:r>
      <w:r w:rsidRPr="00230D88">
        <w:t>, issue the</w:t>
      </w:r>
      <w:r w:rsidR="002D6A87">
        <w:t xml:space="preserve"> command</w:t>
      </w:r>
      <w:r w:rsidRPr="00230D88">
        <w:t xml:space="preserve"> </w:t>
      </w:r>
      <w:r w:rsidRPr="00B7370A">
        <w:rPr>
          <w:b/>
        </w:rPr>
        <w:t>show port-security interface f0/1</w:t>
      </w:r>
      <w:r w:rsidRPr="00B7370A">
        <w:t xml:space="preserve"> </w:t>
      </w:r>
      <w:r w:rsidRPr="00230D88">
        <w:t>to verify that port security has been configured</w:t>
      </w:r>
      <w:r>
        <w:t>.</w:t>
      </w:r>
    </w:p>
    <w:p w:rsidR="002D6A87" w:rsidRDefault="002D6A87" w:rsidP="006E32A5">
      <w:pPr>
        <w:pStyle w:val="CMD"/>
      </w:pPr>
      <w:r>
        <w:t xml:space="preserve">SW-A# </w:t>
      </w:r>
      <w:r w:rsidRPr="006E32A5">
        <w:rPr>
          <w:b/>
        </w:rPr>
        <w:t>show port-security interface f0/1</w:t>
      </w:r>
    </w:p>
    <w:p w:rsidR="002D6A87" w:rsidRDefault="002D6A87" w:rsidP="006E32A5">
      <w:pPr>
        <w:pStyle w:val="CMDOutput"/>
      </w:pPr>
      <w:r w:rsidRPr="006E32A5">
        <w:rPr>
          <w:shd w:val="clear" w:color="auto" w:fill="FFFF00"/>
        </w:rPr>
        <w:t>Port Security              : Enabled</w:t>
      </w:r>
    </w:p>
    <w:p w:rsidR="002D6A87" w:rsidRDefault="002D6A87" w:rsidP="006E32A5">
      <w:pPr>
        <w:pStyle w:val="CMDOutput"/>
      </w:pPr>
      <w:r>
        <w:t>Port Status                : Secure-up</w:t>
      </w:r>
    </w:p>
    <w:p w:rsidR="002D6A87" w:rsidRDefault="002D6A87" w:rsidP="006E32A5">
      <w:pPr>
        <w:pStyle w:val="CMDOutput"/>
      </w:pPr>
      <w:r w:rsidRPr="006E32A5">
        <w:rPr>
          <w:shd w:val="clear" w:color="auto" w:fill="FFFF00"/>
        </w:rPr>
        <w:t>Violation Mode             : Shutdown</w:t>
      </w:r>
    </w:p>
    <w:p w:rsidR="002D6A87" w:rsidRDefault="002D6A87" w:rsidP="006E32A5">
      <w:pPr>
        <w:pStyle w:val="CMDOutput"/>
      </w:pPr>
      <w:r>
        <w:t>Aging Time                 : 0 mins</w:t>
      </w:r>
    </w:p>
    <w:p w:rsidR="002D6A87" w:rsidRDefault="002D6A87" w:rsidP="006E32A5">
      <w:pPr>
        <w:pStyle w:val="CMDOutput"/>
      </w:pPr>
      <w:r>
        <w:t>Aging Type                 : Absolute</w:t>
      </w:r>
    </w:p>
    <w:p w:rsidR="002D6A87" w:rsidRDefault="002D6A87" w:rsidP="006E32A5">
      <w:pPr>
        <w:pStyle w:val="CMDOutput"/>
      </w:pPr>
      <w:r>
        <w:t>SecureStatic Address Aging : Disabled</w:t>
      </w:r>
    </w:p>
    <w:p w:rsidR="002D6A87" w:rsidRDefault="002D6A87" w:rsidP="006E32A5">
      <w:pPr>
        <w:pStyle w:val="CMDOutput"/>
      </w:pPr>
      <w:r w:rsidRPr="006E32A5">
        <w:rPr>
          <w:shd w:val="clear" w:color="auto" w:fill="FFFF00"/>
        </w:rPr>
        <w:t>Maximum MAC Addresses      : 2</w:t>
      </w:r>
    </w:p>
    <w:p w:rsidR="002D6A87" w:rsidRDefault="002D6A87" w:rsidP="006E32A5">
      <w:pPr>
        <w:pStyle w:val="CMDOutput"/>
      </w:pPr>
      <w:r>
        <w:t>Total MAC Addresses        : 0</w:t>
      </w:r>
    </w:p>
    <w:p w:rsidR="002D6A87" w:rsidRDefault="002D6A87" w:rsidP="006E32A5">
      <w:pPr>
        <w:pStyle w:val="CMDOutput"/>
      </w:pPr>
      <w:r>
        <w:t>Configured MAC Addresses   : 0</w:t>
      </w:r>
    </w:p>
    <w:p w:rsidR="002D6A87" w:rsidRDefault="002D6A87" w:rsidP="006E32A5">
      <w:pPr>
        <w:pStyle w:val="CMDOutput"/>
      </w:pPr>
      <w:r w:rsidRPr="006E32A5">
        <w:rPr>
          <w:shd w:val="clear" w:color="auto" w:fill="FFFF00"/>
        </w:rPr>
        <w:t>Sticky MAC Addresses       : 0</w:t>
      </w:r>
    </w:p>
    <w:p w:rsidR="002D6A87" w:rsidRDefault="002D6A87" w:rsidP="006E32A5">
      <w:pPr>
        <w:pStyle w:val="CMDOutput"/>
      </w:pPr>
      <w:r w:rsidRPr="006E32A5">
        <w:rPr>
          <w:shd w:val="clear" w:color="auto" w:fill="FFFF00"/>
        </w:rPr>
        <w:t>Last Source Address:Vlan   : 0000.0000.0000:0</w:t>
      </w:r>
    </w:p>
    <w:p w:rsidR="002D6A87" w:rsidRDefault="002D6A87" w:rsidP="006E32A5">
      <w:pPr>
        <w:pStyle w:val="CMDOutput"/>
      </w:pPr>
      <w:r>
        <w:t>Security Violation Count   : 0</w:t>
      </w:r>
    </w:p>
    <w:p w:rsidR="002D6A87" w:rsidRDefault="002D6A87" w:rsidP="006E32A5">
      <w:pPr>
        <w:pStyle w:val="SubStepAlpha"/>
      </w:pPr>
      <w:r>
        <w:t xml:space="preserve">Ping from </w:t>
      </w:r>
      <w:r w:rsidRPr="006E32A5">
        <w:rPr>
          <w:b/>
        </w:rPr>
        <w:t>C1</w:t>
      </w:r>
      <w:r>
        <w:t xml:space="preserve"> to </w:t>
      </w:r>
      <w:r w:rsidRPr="006E32A5">
        <w:rPr>
          <w:b/>
        </w:rPr>
        <w:t>C2</w:t>
      </w:r>
      <w:r>
        <w:t xml:space="preserve"> and issue the command </w:t>
      </w:r>
      <w:r>
        <w:rPr>
          <w:b/>
        </w:rPr>
        <w:t>show port-security interface f0/1</w:t>
      </w:r>
      <w:r>
        <w:t xml:space="preserve"> again to verify that the switch has learned the MAC address for </w:t>
      </w:r>
      <w:r w:rsidRPr="006E32A5">
        <w:rPr>
          <w:b/>
        </w:rPr>
        <w:t>C1</w:t>
      </w:r>
      <w:r>
        <w:t>.</w:t>
      </w:r>
    </w:p>
    <w:p w:rsidR="00D66313" w:rsidRPr="002954F3" w:rsidRDefault="00D66313" w:rsidP="00D66313">
      <w:pPr>
        <w:pStyle w:val="StepHead"/>
      </w:pPr>
      <w:r w:rsidRPr="002954F3">
        <w:t>Disable unused ports</w:t>
      </w:r>
      <w:r>
        <w:t>.</w:t>
      </w:r>
    </w:p>
    <w:p w:rsidR="00B7370A" w:rsidRDefault="00D66313" w:rsidP="00D66313">
      <w:pPr>
        <w:pStyle w:val="BodyTextL25"/>
      </w:pPr>
      <w:r w:rsidRPr="00D04485">
        <w:t>Disable all p</w:t>
      </w:r>
      <w:r w:rsidR="00B7370A">
        <w:t>orts that are currently unused.</w:t>
      </w:r>
    </w:p>
    <w:p w:rsidR="00D66313" w:rsidRPr="0041704A" w:rsidRDefault="00D66313" w:rsidP="00D66313">
      <w:pPr>
        <w:pStyle w:val="StepHead"/>
      </w:pPr>
      <w:r w:rsidRPr="00FF11F9">
        <w:t>Check results.</w:t>
      </w:r>
    </w:p>
    <w:p w:rsidR="00D86D9E" w:rsidRDefault="00D66313" w:rsidP="00D66313">
      <w:pPr>
        <w:pStyle w:val="BodyTextL25"/>
      </w:pPr>
      <w:r w:rsidRPr="00FF11F9">
        <w:t xml:space="preserve">Your completion percentage should be </w:t>
      </w:r>
      <w:r>
        <w:t xml:space="preserve">100%. </w:t>
      </w:r>
      <w:r w:rsidRPr="00FF11F9">
        <w:t xml:space="preserve">Click </w:t>
      </w:r>
      <w:r w:rsidRPr="00FF11F9">
        <w:rPr>
          <w:b/>
          <w:bCs/>
        </w:rPr>
        <w:t>Check Results</w:t>
      </w:r>
      <w:r w:rsidRPr="00FF11F9">
        <w:t xml:space="preserve"> to </w:t>
      </w:r>
      <w:r w:rsidR="00125E67">
        <w:t>view</w:t>
      </w:r>
      <w:r>
        <w:t xml:space="preserve"> </w:t>
      </w:r>
      <w:r w:rsidRPr="00FF11F9">
        <w:t>fee</w:t>
      </w:r>
      <w:r>
        <w:t>d</w:t>
      </w:r>
      <w:r w:rsidRPr="00FF11F9">
        <w:t>back and verificati</w:t>
      </w:r>
      <w:r>
        <w:t xml:space="preserve">on of which </w:t>
      </w:r>
      <w:r w:rsidR="00125E67">
        <w:t xml:space="preserve">of the </w:t>
      </w:r>
      <w:r>
        <w:t xml:space="preserve">required components </w:t>
      </w:r>
      <w:r w:rsidRPr="00FF11F9">
        <w:t>have been completed.</w:t>
      </w:r>
      <w:bookmarkStart w:id="7" w:name="_GoBack"/>
      <w:bookmarkEnd w:id="7"/>
    </w:p>
    <w:sectPr w:rsidR="00D86D9E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B88" w:rsidRDefault="00A06B88" w:rsidP="0090659A">
      <w:pPr>
        <w:spacing w:after="0" w:line="240" w:lineRule="auto"/>
      </w:pPr>
      <w:r>
        <w:separator/>
      </w:r>
    </w:p>
    <w:p w:rsidR="00A06B88" w:rsidRDefault="00A06B88"/>
    <w:p w:rsidR="00A06B88" w:rsidRDefault="00A06B88"/>
    <w:p w:rsidR="00A06B88" w:rsidRDefault="00A06B88"/>
    <w:p w:rsidR="00A06B88" w:rsidRDefault="00A06B88"/>
    <w:p w:rsidR="00A06B88" w:rsidRDefault="00A06B88"/>
  </w:endnote>
  <w:endnote w:type="continuationSeparator" w:id="0">
    <w:p w:rsidR="00A06B88" w:rsidRDefault="00A06B88" w:rsidP="0090659A">
      <w:pPr>
        <w:spacing w:after="0" w:line="240" w:lineRule="auto"/>
      </w:pPr>
      <w:r>
        <w:continuationSeparator/>
      </w:r>
    </w:p>
    <w:p w:rsidR="00A06B88" w:rsidRDefault="00A06B88"/>
    <w:p w:rsidR="00A06B88" w:rsidRDefault="00A06B88"/>
    <w:p w:rsidR="00A06B88" w:rsidRDefault="00A06B88"/>
    <w:p w:rsidR="00A06B88" w:rsidRDefault="00A06B88"/>
    <w:p w:rsidR="00A06B88" w:rsidRDefault="00A06B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231DCA" w:rsidRDefault="00926CB2" w:rsidP="00231DCA">
    <w:pPr>
      <w:pStyle w:val="Footer"/>
      <w:rPr>
        <w:szCs w:val="16"/>
      </w:rPr>
    </w:pPr>
    <w:r w:rsidRPr="002A244B">
      <w:t xml:space="preserve">© </w:t>
    </w:r>
    <w:r w:rsidR="00506BF9">
      <w:fldChar w:fldCharType="begin"/>
    </w:r>
    <w:r w:rsidR="00506BF9">
      <w:instrText xml:space="preserve"> DATE  \@ "yyyy"  \* MERGEFORMAT </w:instrText>
    </w:r>
    <w:r w:rsidR="00506BF9">
      <w:fldChar w:fldCharType="separate"/>
    </w:r>
    <w:r w:rsidR="00E74626">
      <w:rPr>
        <w:noProof/>
      </w:rPr>
      <w:t>2015</w:t>
    </w:r>
    <w:r w:rsidR="00506BF9"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D3C9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D3C9D" w:rsidRPr="0090659A">
      <w:rPr>
        <w:b/>
        <w:szCs w:val="16"/>
      </w:rPr>
      <w:fldChar w:fldCharType="separate"/>
    </w:r>
    <w:r w:rsidR="003331A6">
      <w:rPr>
        <w:b/>
        <w:noProof/>
        <w:szCs w:val="16"/>
      </w:rPr>
      <w:t>2</w:t>
    </w:r>
    <w:r w:rsidR="00DD3C9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D3C9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D3C9D" w:rsidRPr="0090659A">
      <w:rPr>
        <w:b/>
        <w:szCs w:val="16"/>
      </w:rPr>
      <w:fldChar w:fldCharType="separate"/>
    </w:r>
    <w:r w:rsidR="003331A6">
      <w:rPr>
        <w:b/>
        <w:noProof/>
        <w:szCs w:val="16"/>
      </w:rPr>
      <w:t>4</w:t>
    </w:r>
    <w:r w:rsidR="00DD3C9D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402F2" w:rsidRDefault="00926CB2" w:rsidP="008402F2">
    <w:pPr>
      <w:pStyle w:val="Footer"/>
      <w:rPr>
        <w:szCs w:val="16"/>
      </w:rPr>
    </w:pPr>
    <w:r w:rsidRPr="002A244B">
      <w:t xml:space="preserve">© </w:t>
    </w:r>
    <w:r w:rsidR="00506BF9">
      <w:fldChar w:fldCharType="begin"/>
    </w:r>
    <w:r w:rsidR="00506BF9">
      <w:instrText xml:space="preserve"> DATE  \@ "yyyy"  \* MERGEFORMAT </w:instrText>
    </w:r>
    <w:r w:rsidR="00506BF9">
      <w:fldChar w:fldCharType="separate"/>
    </w:r>
    <w:r w:rsidR="00E74626">
      <w:rPr>
        <w:noProof/>
      </w:rPr>
      <w:t>2015</w:t>
    </w:r>
    <w:r w:rsidR="00506BF9"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D3C9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D3C9D" w:rsidRPr="0090659A">
      <w:rPr>
        <w:b/>
        <w:szCs w:val="16"/>
      </w:rPr>
      <w:fldChar w:fldCharType="separate"/>
    </w:r>
    <w:r w:rsidR="00A06B88">
      <w:rPr>
        <w:b/>
        <w:noProof/>
        <w:szCs w:val="16"/>
      </w:rPr>
      <w:t>1</w:t>
    </w:r>
    <w:r w:rsidR="00DD3C9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D3C9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D3C9D" w:rsidRPr="0090659A">
      <w:rPr>
        <w:b/>
        <w:szCs w:val="16"/>
      </w:rPr>
      <w:fldChar w:fldCharType="separate"/>
    </w:r>
    <w:r w:rsidR="00A06B88">
      <w:rPr>
        <w:b/>
        <w:noProof/>
        <w:szCs w:val="16"/>
      </w:rPr>
      <w:t>1</w:t>
    </w:r>
    <w:r w:rsidR="00DD3C9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B88" w:rsidRDefault="00A06B88" w:rsidP="0090659A">
      <w:pPr>
        <w:spacing w:after="0" w:line="240" w:lineRule="auto"/>
      </w:pPr>
      <w:r>
        <w:separator/>
      </w:r>
    </w:p>
    <w:p w:rsidR="00A06B88" w:rsidRDefault="00A06B88"/>
    <w:p w:rsidR="00A06B88" w:rsidRDefault="00A06B88"/>
    <w:p w:rsidR="00A06B88" w:rsidRDefault="00A06B88"/>
    <w:p w:rsidR="00A06B88" w:rsidRDefault="00A06B88"/>
    <w:p w:rsidR="00A06B88" w:rsidRDefault="00A06B88"/>
  </w:footnote>
  <w:footnote w:type="continuationSeparator" w:id="0">
    <w:p w:rsidR="00A06B88" w:rsidRDefault="00A06B88" w:rsidP="0090659A">
      <w:pPr>
        <w:spacing w:after="0" w:line="240" w:lineRule="auto"/>
      </w:pPr>
      <w:r>
        <w:continuationSeparator/>
      </w:r>
    </w:p>
    <w:p w:rsidR="00A06B88" w:rsidRDefault="00A06B88"/>
    <w:p w:rsidR="00A06B88" w:rsidRDefault="00A06B88"/>
    <w:p w:rsidR="00A06B88" w:rsidRDefault="00A06B88"/>
    <w:p w:rsidR="00A06B88" w:rsidRDefault="00A06B88"/>
    <w:p w:rsidR="00A06B88" w:rsidRDefault="00A06B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D66313" w:rsidP="008402F2">
    <w:pPr>
      <w:pStyle w:val="PageHead"/>
    </w:pPr>
    <w:r>
      <w:t xml:space="preserve">Packet Tracer </w:t>
    </w:r>
    <w:r w:rsidR="00F540B0">
      <w:t>-</w:t>
    </w:r>
    <w:r w:rsidRPr="00FD4A68">
      <w:t xml:space="preserve"> </w:t>
    </w:r>
    <w:r w:rsidRPr="003C004F">
      <w:t xml:space="preserve">Layer 2 </w:t>
    </w:r>
    <w:r>
      <w:t>Security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E821A5">
    <w:r>
      <w:rPr>
        <w:noProof/>
      </w:rPr>
      <w:drawing>
        <wp:anchor distT="0" distB="0" distL="114300" distR="114300" simplePos="0" relativeHeight="251657728" behindDoc="0" locked="0" layoutInCell="1" allowOverlap="1" wp14:anchorId="61E08B6F" wp14:editId="7E521948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6CB2" w:rsidRDefault="00926C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17228C"/>
    <w:multiLevelType w:val="multilevel"/>
    <w:tmpl w:val="50CE7842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BBD5D1E"/>
    <w:multiLevelType w:val="hybridMultilevel"/>
    <w:tmpl w:val="CE728AA0"/>
    <w:lvl w:ilvl="0" w:tplc="C23E7B46">
      <w:start w:val="1"/>
      <w:numFmt w:val="decimal"/>
      <w:lvlText w:val="Step 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796360"/>
    <w:multiLevelType w:val="multilevel"/>
    <w:tmpl w:val="0FEA041E"/>
    <w:styleLink w:val="PartStepSubStepList"/>
    <w:lvl w:ilvl="0">
      <w:start w:val="1"/>
      <w:numFmt w:val="decimal"/>
      <w:pStyle w:val="PartHead"/>
      <w:suff w:val="space"/>
      <w:lvlText w:val="Part %1:"/>
      <w:lvlJc w:val="left"/>
      <w:pPr>
        <w:ind w:left="18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tepHead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CD10364"/>
    <w:multiLevelType w:val="hybridMultilevel"/>
    <w:tmpl w:val="78B6650C"/>
    <w:lvl w:ilvl="0" w:tplc="467C7C26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0E21039"/>
    <w:multiLevelType w:val="hybridMultilevel"/>
    <w:tmpl w:val="06124828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716D8E"/>
    <w:multiLevelType w:val="hybridMultilevel"/>
    <w:tmpl w:val="6F08092A"/>
    <w:lvl w:ilvl="0" w:tplc="F176BBE0">
      <w:start w:val="1"/>
      <w:numFmt w:val="none"/>
      <w:lvlText w:val="Note:"/>
      <w:lvlJc w:val="left"/>
      <w:pPr>
        <w:tabs>
          <w:tab w:val="num" w:pos="1332"/>
        </w:tabs>
        <w:ind w:left="180" w:firstLine="0"/>
      </w:pPr>
      <w:rPr>
        <w:rFonts w:ascii="Arial" w:hAnsi="Arial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F23836"/>
    <w:multiLevelType w:val="multilevel"/>
    <w:tmpl w:val="04A6BB6A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29F570C"/>
    <w:multiLevelType w:val="hybridMultilevel"/>
    <w:tmpl w:val="F23A355A"/>
    <w:lvl w:ilvl="0" w:tplc="36581B5A">
      <w:start w:val="1"/>
      <w:numFmt w:val="decimal"/>
      <w:pStyle w:val="Tasks"/>
      <w:lvlText w:val="Task %1: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  <w:lvlOverride w:ilvl="0"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ascii="Arial" w:hAnsi="Arial" w:cs="Arial"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1"/>
  </w:num>
  <w:num w:numId="4">
    <w:abstractNumId w:val="3"/>
    <w:lvlOverride w:ilvl="0">
      <w:startOverride w:val="1"/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6"/>
  </w:num>
  <w:num w:numId="10">
    <w:abstractNumId w:val="2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AGQQtDS3MLIwMzJR2l4NTi4sz8PJACQ4NaAK+SMt0tAAAA"/>
    <w:docVar w:name="__grammarly61__i" w:val="H4sIAAAAAAAEAKtWckksSQxILCpxzi/NK1GyMqwFAAEhoTITAAAA"/>
    <w:docVar w:name="__grammarly61_1" w:val="H4sIAAAAAAAEAKtWcslPLs1NzSvxTFGyUrIwNTZKMkhM0zWyNDPSNTEzN9dNTE5M0TWzNDQyTTI0TzKzNFbSUQpOLS7OzM8DaTGqBQBWG5tXQwAAAA=="/>
  </w:docVars>
  <w:rsids>
    <w:rsidRoot w:val="00B7370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2281"/>
    <w:rsid w:val="000242D6"/>
    <w:rsid w:val="00024EE5"/>
    <w:rsid w:val="0003149C"/>
    <w:rsid w:val="00041AF6"/>
    <w:rsid w:val="00044E62"/>
    <w:rsid w:val="00050BA4"/>
    <w:rsid w:val="00051738"/>
    <w:rsid w:val="00052548"/>
    <w:rsid w:val="00060696"/>
    <w:rsid w:val="0006167A"/>
    <w:rsid w:val="00067A67"/>
    <w:rsid w:val="000769CF"/>
    <w:rsid w:val="000815D8"/>
    <w:rsid w:val="00084C99"/>
    <w:rsid w:val="000858C8"/>
    <w:rsid w:val="00085CC6"/>
    <w:rsid w:val="00086F0B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E6E"/>
    <w:rsid w:val="000D55B4"/>
    <w:rsid w:val="000E65F0"/>
    <w:rsid w:val="000E72BF"/>
    <w:rsid w:val="000F072C"/>
    <w:rsid w:val="000F6743"/>
    <w:rsid w:val="001006C2"/>
    <w:rsid w:val="00101BE8"/>
    <w:rsid w:val="00107B2B"/>
    <w:rsid w:val="00112AC5"/>
    <w:rsid w:val="001133DD"/>
    <w:rsid w:val="00120CBE"/>
    <w:rsid w:val="00121BAE"/>
    <w:rsid w:val="00125E67"/>
    <w:rsid w:val="001261C4"/>
    <w:rsid w:val="001314FB"/>
    <w:rsid w:val="001366EC"/>
    <w:rsid w:val="001373F5"/>
    <w:rsid w:val="0014219C"/>
    <w:rsid w:val="001425ED"/>
    <w:rsid w:val="00143450"/>
    <w:rsid w:val="00144997"/>
    <w:rsid w:val="001523C0"/>
    <w:rsid w:val="00152B82"/>
    <w:rsid w:val="001535FE"/>
    <w:rsid w:val="00154E3A"/>
    <w:rsid w:val="00157902"/>
    <w:rsid w:val="00162EEA"/>
    <w:rsid w:val="00163164"/>
    <w:rsid w:val="00166253"/>
    <w:rsid w:val="001704B7"/>
    <w:rsid w:val="001710C0"/>
    <w:rsid w:val="00172AFB"/>
    <w:rsid w:val="001772B8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2393"/>
    <w:rsid w:val="00242E3A"/>
    <w:rsid w:val="002506CF"/>
    <w:rsid w:val="0025107F"/>
    <w:rsid w:val="002606F2"/>
    <w:rsid w:val="00260CD4"/>
    <w:rsid w:val="002639D8"/>
    <w:rsid w:val="00265F77"/>
    <w:rsid w:val="00266C83"/>
    <w:rsid w:val="002768DC"/>
    <w:rsid w:val="00294C8F"/>
    <w:rsid w:val="002A6C56"/>
    <w:rsid w:val="002C090C"/>
    <w:rsid w:val="002C1243"/>
    <w:rsid w:val="002C1815"/>
    <w:rsid w:val="002C475E"/>
    <w:rsid w:val="002C6AD6"/>
    <w:rsid w:val="002D6A87"/>
    <w:rsid w:val="002D6C2A"/>
    <w:rsid w:val="002D7A86"/>
    <w:rsid w:val="002F45FF"/>
    <w:rsid w:val="002F68D8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31A6"/>
    <w:rsid w:val="0034455D"/>
    <w:rsid w:val="0034604B"/>
    <w:rsid w:val="00346D17"/>
    <w:rsid w:val="00347972"/>
    <w:rsid w:val="0035469B"/>
    <w:rsid w:val="003559CC"/>
    <w:rsid w:val="003569D7"/>
    <w:rsid w:val="003608AC"/>
    <w:rsid w:val="00363A23"/>
    <w:rsid w:val="0036465A"/>
    <w:rsid w:val="00390C38"/>
    <w:rsid w:val="00392748"/>
    <w:rsid w:val="00392C65"/>
    <w:rsid w:val="00392ED5"/>
    <w:rsid w:val="003A19DC"/>
    <w:rsid w:val="003A1B45"/>
    <w:rsid w:val="003A220C"/>
    <w:rsid w:val="003A3059"/>
    <w:rsid w:val="003A4802"/>
    <w:rsid w:val="003B242C"/>
    <w:rsid w:val="003B46FC"/>
    <w:rsid w:val="003B5767"/>
    <w:rsid w:val="003B7605"/>
    <w:rsid w:val="003C08AA"/>
    <w:rsid w:val="003C2A7B"/>
    <w:rsid w:val="003C49EF"/>
    <w:rsid w:val="003C6BCA"/>
    <w:rsid w:val="003C7902"/>
    <w:rsid w:val="003C79FD"/>
    <w:rsid w:val="003D0BFF"/>
    <w:rsid w:val="003D6EF1"/>
    <w:rsid w:val="003E462F"/>
    <w:rsid w:val="003E5BE5"/>
    <w:rsid w:val="003F18D1"/>
    <w:rsid w:val="003F20EC"/>
    <w:rsid w:val="003F4F0E"/>
    <w:rsid w:val="003F6096"/>
    <w:rsid w:val="003F6E06"/>
    <w:rsid w:val="00400C30"/>
    <w:rsid w:val="00403C7A"/>
    <w:rsid w:val="004057A6"/>
    <w:rsid w:val="00406554"/>
    <w:rsid w:val="004131B0"/>
    <w:rsid w:val="00416C42"/>
    <w:rsid w:val="0041704A"/>
    <w:rsid w:val="00422476"/>
    <w:rsid w:val="0042385C"/>
    <w:rsid w:val="00431654"/>
    <w:rsid w:val="00434926"/>
    <w:rsid w:val="0043751C"/>
    <w:rsid w:val="00443ACE"/>
    <w:rsid w:val="00444217"/>
    <w:rsid w:val="004478F4"/>
    <w:rsid w:val="00450F7A"/>
    <w:rsid w:val="00452C6D"/>
    <w:rsid w:val="00455E0B"/>
    <w:rsid w:val="00462B9F"/>
    <w:rsid w:val="004659EE"/>
    <w:rsid w:val="00473E34"/>
    <w:rsid w:val="00476BA9"/>
    <w:rsid w:val="004936C2"/>
    <w:rsid w:val="0049379C"/>
    <w:rsid w:val="004A0D9B"/>
    <w:rsid w:val="004A1CA0"/>
    <w:rsid w:val="004A22E9"/>
    <w:rsid w:val="004A4ACD"/>
    <w:rsid w:val="004A5BC5"/>
    <w:rsid w:val="004B023D"/>
    <w:rsid w:val="004C0909"/>
    <w:rsid w:val="004C3F97"/>
    <w:rsid w:val="004D01F2"/>
    <w:rsid w:val="004D3339"/>
    <w:rsid w:val="004D353F"/>
    <w:rsid w:val="004D36D7"/>
    <w:rsid w:val="004D5E7B"/>
    <w:rsid w:val="004D682B"/>
    <w:rsid w:val="004E6152"/>
    <w:rsid w:val="004F344A"/>
    <w:rsid w:val="0050103D"/>
    <w:rsid w:val="00504ED4"/>
    <w:rsid w:val="00506BF9"/>
    <w:rsid w:val="00510639"/>
    <w:rsid w:val="00516142"/>
    <w:rsid w:val="00520027"/>
    <w:rsid w:val="0052093C"/>
    <w:rsid w:val="00521B31"/>
    <w:rsid w:val="00522469"/>
    <w:rsid w:val="0052400A"/>
    <w:rsid w:val="00536277"/>
    <w:rsid w:val="005369E8"/>
    <w:rsid w:val="00536F43"/>
    <w:rsid w:val="005509F6"/>
    <w:rsid w:val="005510BA"/>
    <w:rsid w:val="005538C8"/>
    <w:rsid w:val="00554B4E"/>
    <w:rsid w:val="00556C02"/>
    <w:rsid w:val="00561BB2"/>
    <w:rsid w:val="00563249"/>
    <w:rsid w:val="00570719"/>
    <w:rsid w:val="00570A65"/>
    <w:rsid w:val="005762B1"/>
    <w:rsid w:val="00580456"/>
    <w:rsid w:val="00580E73"/>
    <w:rsid w:val="00593386"/>
    <w:rsid w:val="00596998"/>
    <w:rsid w:val="005A6E62"/>
    <w:rsid w:val="005B2FB3"/>
    <w:rsid w:val="005C24E4"/>
    <w:rsid w:val="005C69C7"/>
    <w:rsid w:val="005D2ABA"/>
    <w:rsid w:val="005D2B29"/>
    <w:rsid w:val="005D354A"/>
    <w:rsid w:val="005D3E53"/>
    <w:rsid w:val="005D506C"/>
    <w:rsid w:val="005D7B50"/>
    <w:rsid w:val="005E3235"/>
    <w:rsid w:val="005E4176"/>
    <w:rsid w:val="005E4876"/>
    <w:rsid w:val="005E65B5"/>
    <w:rsid w:val="005F3AE9"/>
    <w:rsid w:val="006007BB"/>
    <w:rsid w:val="00601DC0"/>
    <w:rsid w:val="006034CB"/>
    <w:rsid w:val="006131CE"/>
    <w:rsid w:val="0061336B"/>
    <w:rsid w:val="00617D6E"/>
    <w:rsid w:val="00622D61"/>
    <w:rsid w:val="00624198"/>
    <w:rsid w:val="00636C28"/>
    <w:rsid w:val="006428E5"/>
    <w:rsid w:val="00644958"/>
    <w:rsid w:val="006669E6"/>
    <w:rsid w:val="00672919"/>
    <w:rsid w:val="00674DF8"/>
    <w:rsid w:val="00686587"/>
    <w:rsid w:val="006904CF"/>
    <w:rsid w:val="00695EE2"/>
    <w:rsid w:val="0069660B"/>
    <w:rsid w:val="006A1B33"/>
    <w:rsid w:val="006A2EED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0E8"/>
    <w:rsid w:val="006D1370"/>
    <w:rsid w:val="006D2C28"/>
    <w:rsid w:val="006D3FC1"/>
    <w:rsid w:val="006D7590"/>
    <w:rsid w:val="006E32A5"/>
    <w:rsid w:val="006E372B"/>
    <w:rsid w:val="006E4AE0"/>
    <w:rsid w:val="006E5FE9"/>
    <w:rsid w:val="006E6581"/>
    <w:rsid w:val="006E71DF"/>
    <w:rsid w:val="006F1CC4"/>
    <w:rsid w:val="006F2A86"/>
    <w:rsid w:val="006F3163"/>
    <w:rsid w:val="00705FEC"/>
    <w:rsid w:val="0071147A"/>
    <w:rsid w:val="0071185D"/>
    <w:rsid w:val="00721E01"/>
    <w:rsid w:val="007222AD"/>
    <w:rsid w:val="007267CF"/>
    <w:rsid w:val="00731F3F"/>
    <w:rsid w:val="00733BAB"/>
    <w:rsid w:val="0073743E"/>
    <w:rsid w:val="007436BF"/>
    <w:rsid w:val="007443E9"/>
    <w:rsid w:val="00745DCE"/>
    <w:rsid w:val="00752644"/>
    <w:rsid w:val="00753D89"/>
    <w:rsid w:val="00753DDA"/>
    <w:rsid w:val="007553D8"/>
    <w:rsid w:val="00755C9B"/>
    <w:rsid w:val="00760FE4"/>
    <w:rsid w:val="00761F09"/>
    <w:rsid w:val="00763440"/>
    <w:rsid w:val="007636C2"/>
    <w:rsid w:val="00763D8B"/>
    <w:rsid w:val="007657F6"/>
    <w:rsid w:val="00765E47"/>
    <w:rsid w:val="0077125A"/>
    <w:rsid w:val="00777BB0"/>
    <w:rsid w:val="00780846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436E"/>
    <w:rsid w:val="007B5522"/>
    <w:rsid w:val="007C0EE0"/>
    <w:rsid w:val="007C1B71"/>
    <w:rsid w:val="007C2FBB"/>
    <w:rsid w:val="007C7164"/>
    <w:rsid w:val="007D1984"/>
    <w:rsid w:val="007D2AFE"/>
    <w:rsid w:val="007E3264"/>
    <w:rsid w:val="007E3FEA"/>
    <w:rsid w:val="007F0A0B"/>
    <w:rsid w:val="007F3A60"/>
    <w:rsid w:val="007F3D0B"/>
    <w:rsid w:val="007F7C94"/>
    <w:rsid w:val="00802FFA"/>
    <w:rsid w:val="00810E4B"/>
    <w:rsid w:val="00814BAA"/>
    <w:rsid w:val="00824295"/>
    <w:rsid w:val="00827A65"/>
    <w:rsid w:val="00830473"/>
    <w:rsid w:val="008313F3"/>
    <w:rsid w:val="008402F2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763"/>
    <w:rsid w:val="008713EA"/>
    <w:rsid w:val="00873C6B"/>
    <w:rsid w:val="0088426A"/>
    <w:rsid w:val="008852BA"/>
    <w:rsid w:val="0088627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51F9"/>
    <w:rsid w:val="008B7FFD"/>
    <w:rsid w:val="008C2920"/>
    <w:rsid w:val="008C4307"/>
    <w:rsid w:val="008D23DF"/>
    <w:rsid w:val="008D43EA"/>
    <w:rsid w:val="008D73BF"/>
    <w:rsid w:val="008D7F09"/>
    <w:rsid w:val="008E5B64"/>
    <w:rsid w:val="008E7DAA"/>
    <w:rsid w:val="008F0094"/>
    <w:rsid w:val="008F03EF"/>
    <w:rsid w:val="008F0851"/>
    <w:rsid w:val="008F340F"/>
    <w:rsid w:val="00903523"/>
    <w:rsid w:val="00906281"/>
    <w:rsid w:val="0090659A"/>
    <w:rsid w:val="00911080"/>
    <w:rsid w:val="0091350B"/>
    <w:rsid w:val="00915986"/>
    <w:rsid w:val="00917624"/>
    <w:rsid w:val="00917770"/>
    <w:rsid w:val="00926CB2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86571"/>
    <w:rsid w:val="0099058D"/>
    <w:rsid w:val="00996053"/>
    <w:rsid w:val="009A0B2F"/>
    <w:rsid w:val="009A1CF4"/>
    <w:rsid w:val="009A37D7"/>
    <w:rsid w:val="009A4E17"/>
    <w:rsid w:val="009A6955"/>
    <w:rsid w:val="009B341C"/>
    <w:rsid w:val="009B5747"/>
    <w:rsid w:val="009C1DBE"/>
    <w:rsid w:val="009D2C27"/>
    <w:rsid w:val="009E02D5"/>
    <w:rsid w:val="009E2309"/>
    <w:rsid w:val="009E42B9"/>
    <w:rsid w:val="009E4E17"/>
    <w:rsid w:val="009F4C2E"/>
    <w:rsid w:val="00A014A3"/>
    <w:rsid w:val="00A027CC"/>
    <w:rsid w:val="00A0412D"/>
    <w:rsid w:val="00A06B88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2F9"/>
    <w:rsid w:val="00A6283D"/>
    <w:rsid w:val="00A676FF"/>
    <w:rsid w:val="00A71D29"/>
    <w:rsid w:val="00A73EBA"/>
    <w:rsid w:val="00A754B4"/>
    <w:rsid w:val="00A807C1"/>
    <w:rsid w:val="00A82658"/>
    <w:rsid w:val="00A83374"/>
    <w:rsid w:val="00A84F86"/>
    <w:rsid w:val="00A96172"/>
    <w:rsid w:val="00A97C5F"/>
    <w:rsid w:val="00AA19A4"/>
    <w:rsid w:val="00AB0D6A"/>
    <w:rsid w:val="00AB43B3"/>
    <w:rsid w:val="00AB49B9"/>
    <w:rsid w:val="00AB501D"/>
    <w:rsid w:val="00AB758A"/>
    <w:rsid w:val="00AC027E"/>
    <w:rsid w:val="00AC0B4D"/>
    <w:rsid w:val="00AC1E7E"/>
    <w:rsid w:val="00AC507D"/>
    <w:rsid w:val="00AC66E4"/>
    <w:rsid w:val="00AD04F2"/>
    <w:rsid w:val="00AD4578"/>
    <w:rsid w:val="00AD68E9"/>
    <w:rsid w:val="00AE56C0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7D46"/>
    <w:rsid w:val="00B7370A"/>
    <w:rsid w:val="00B7675A"/>
    <w:rsid w:val="00B81898"/>
    <w:rsid w:val="00B81AAF"/>
    <w:rsid w:val="00B82DED"/>
    <w:rsid w:val="00B8606B"/>
    <w:rsid w:val="00B878E7"/>
    <w:rsid w:val="00B879CC"/>
    <w:rsid w:val="00B97278"/>
    <w:rsid w:val="00B97943"/>
    <w:rsid w:val="00BA1D0B"/>
    <w:rsid w:val="00BA5D18"/>
    <w:rsid w:val="00BA6972"/>
    <w:rsid w:val="00BB1184"/>
    <w:rsid w:val="00BB1DD2"/>
    <w:rsid w:val="00BB1E0D"/>
    <w:rsid w:val="00BB26C8"/>
    <w:rsid w:val="00BB4D9B"/>
    <w:rsid w:val="00BB73FF"/>
    <w:rsid w:val="00BB7688"/>
    <w:rsid w:val="00BC7423"/>
    <w:rsid w:val="00BC7CAC"/>
    <w:rsid w:val="00BD6005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8718B"/>
    <w:rsid w:val="00C872E4"/>
    <w:rsid w:val="00C90311"/>
    <w:rsid w:val="00C91C26"/>
    <w:rsid w:val="00CA73D5"/>
    <w:rsid w:val="00CB4B1C"/>
    <w:rsid w:val="00CB5068"/>
    <w:rsid w:val="00CC1C87"/>
    <w:rsid w:val="00CC3000"/>
    <w:rsid w:val="00CC4075"/>
    <w:rsid w:val="00CC4859"/>
    <w:rsid w:val="00CC7A35"/>
    <w:rsid w:val="00CD072A"/>
    <w:rsid w:val="00CD7483"/>
    <w:rsid w:val="00CD7F73"/>
    <w:rsid w:val="00CE26C5"/>
    <w:rsid w:val="00CE36AF"/>
    <w:rsid w:val="00CE47F3"/>
    <w:rsid w:val="00CE54DD"/>
    <w:rsid w:val="00CF0DA5"/>
    <w:rsid w:val="00CF2918"/>
    <w:rsid w:val="00CF5D31"/>
    <w:rsid w:val="00CF5F3B"/>
    <w:rsid w:val="00CF791A"/>
    <w:rsid w:val="00D00513"/>
    <w:rsid w:val="00D00D7D"/>
    <w:rsid w:val="00D139C8"/>
    <w:rsid w:val="00D17F81"/>
    <w:rsid w:val="00D21FA3"/>
    <w:rsid w:val="00D2758C"/>
    <w:rsid w:val="00D275CA"/>
    <w:rsid w:val="00D2789B"/>
    <w:rsid w:val="00D345AB"/>
    <w:rsid w:val="00D36362"/>
    <w:rsid w:val="00D41566"/>
    <w:rsid w:val="00D458EC"/>
    <w:rsid w:val="00D47DCC"/>
    <w:rsid w:val="00D501B0"/>
    <w:rsid w:val="00D52582"/>
    <w:rsid w:val="00D56A0E"/>
    <w:rsid w:val="00D57AD3"/>
    <w:rsid w:val="00D57CB6"/>
    <w:rsid w:val="00D62F25"/>
    <w:rsid w:val="00D635FE"/>
    <w:rsid w:val="00D66313"/>
    <w:rsid w:val="00D66A7B"/>
    <w:rsid w:val="00D729DE"/>
    <w:rsid w:val="00D75B6A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2A2E"/>
    <w:rsid w:val="00DD3C9D"/>
    <w:rsid w:val="00DD43EA"/>
    <w:rsid w:val="00DD595C"/>
    <w:rsid w:val="00DE6774"/>
    <w:rsid w:val="00DE6F44"/>
    <w:rsid w:val="00DF0656"/>
    <w:rsid w:val="00DF1B58"/>
    <w:rsid w:val="00DF1FE0"/>
    <w:rsid w:val="00DF6A89"/>
    <w:rsid w:val="00E009DA"/>
    <w:rsid w:val="00E037D9"/>
    <w:rsid w:val="00E04927"/>
    <w:rsid w:val="00E11A48"/>
    <w:rsid w:val="00E130EB"/>
    <w:rsid w:val="00E162CD"/>
    <w:rsid w:val="00E17FA5"/>
    <w:rsid w:val="00E21BFE"/>
    <w:rsid w:val="00E26930"/>
    <w:rsid w:val="00E27257"/>
    <w:rsid w:val="00E27F4F"/>
    <w:rsid w:val="00E449D0"/>
    <w:rsid w:val="00E44A34"/>
    <w:rsid w:val="00E4506A"/>
    <w:rsid w:val="00E52D28"/>
    <w:rsid w:val="00E53F99"/>
    <w:rsid w:val="00E56510"/>
    <w:rsid w:val="00E62EA8"/>
    <w:rsid w:val="00E65188"/>
    <w:rsid w:val="00E67A6E"/>
    <w:rsid w:val="00E715A3"/>
    <w:rsid w:val="00E71B43"/>
    <w:rsid w:val="00E74626"/>
    <w:rsid w:val="00E81612"/>
    <w:rsid w:val="00E821A5"/>
    <w:rsid w:val="00E87D18"/>
    <w:rsid w:val="00E87D62"/>
    <w:rsid w:val="00E97333"/>
    <w:rsid w:val="00EA486E"/>
    <w:rsid w:val="00EA4FA3"/>
    <w:rsid w:val="00EB001B"/>
    <w:rsid w:val="00EB3082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7963"/>
    <w:rsid w:val="00F30103"/>
    <w:rsid w:val="00F30446"/>
    <w:rsid w:val="00F4135D"/>
    <w:rsid w:val="00F41F1B"/>
    <w:rsid w:val="00F46BD9"/>
    <w:rsid w:val="00F540B0"/>
    <w:rsid w:val="00F60BE0"/>
    <w:rsid w:val="00F6280E"/>
    <w:rsid w:val="00F7050A"/>
    <w:rsid w:val="00F75533"/>
    <w:rsid w:val="00F8036D"/>
    <w:rsid w:val="00F809DC"/>
    <w:rsid w:val="00F835B9"/>
    <w:rsid w:val="00F86EB0"/>
    <w:rsid w:val="00F90DC7"/>
    <w:rsid w:val="00F9148D"/>
    <w:rsid w:val="00FA235C"/>
    <w:rsid w:val="00FA3811"/>
    <w:rsid w:val="00FA3B9F"/>
    <w:rsid w:val="00FA3F06"/>
    <w:rsid w:val="00FA4A26"/>
    <w:rsid w:val="00FA7084"/>
    <w:rsid w:val="00FA7BEF"/>
    <w:rsid w:val="00FB1105"/>
    <w:rsid w:val="00FB1675"/>
    <w:rsid w:val="00FB1929"/>
    <w:rsid w:val="00FB4EDB"/>
    <w:rsid w:val="00FB5FD9"/>
    <w:rsid w:val="00FD33AB"/>
    <w:rsid w:val="00FD4724"/>
    <w:rsid w:val="00FD4A68"/>
    <w:rsid w:val="00FD68ED"/>
    <w:rsid w:val="00FE2824"/>
    <w:rsid w:val="00FE2F0E"/>
    <w:rsid w:val="00FE661F"/>
    <w:rsid w:val="00FE6BA1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9058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99058D"/>
    <w:pPr>
      <w:numPr>
        <w:ilvl w:val="2"/>
        <w:numId w:val="5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D66313"/>
    <w:pPr>
      <w:numPr>
        <w:numId w:val="8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99058D"/>
    <w:pPr>
      <w:numPr>
        <w:numId w:val="5"/>
      </w:numPr>
      <w:spacing w:before="240"/>
      <w:ind w:left="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99058D"/>
    <w:pPr>
      <w:numPr>
        <w:ilvl w:val="3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99058D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Heading2"/>
    <w:next w:val="BodyTextL25"/>
    <w:rsid w:val="0099058D"/>
    <w:pPr>
      <w:numPr>
        <w:ilvl w:val="1"/>
        <w:numId w:val="5"/>
      </w:numPr>
    </w:pPr>
    <w:rPr>
      <w:rFonts w:ascii="Arial" w:hAnsi="Arial"/>
      <w:color w:val="auto"/>
      <w:sz w:val="24"/>
    </w:rPr>
  </w:style>
  <w:style w:type="character" w:customStyle="1" w:styleId="Heading3Char">
    <w:name w:val="Heading 3 Char"/>
    <w:rsid w:val="00231D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1">
    <w:name w:val="Heading 3 Char1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1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rsid w:val="00231DCA"/>
    <w:rPr>
      <w:sz w:val="22"/>
      <w:szCs w:val="22"/>
    </w:rPr>
  </w:style>
  <w:style w:type="character" w:customStyle="1" w:styleId="BodyTextChar1">
    <w:name w:val="Body Text Char1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link w:val="CMD"/>
    <w:rsid w:val="00C73E03"/>
    <w:rPr>
      <w:rFonts w:ascii="Courier New" w:hAnsi="Courier New"/>
      <w:szCs w:val="22"/>
    </w:rPr>
  </w:style>
  <w:style w:type="character" w:customStyle="1" w:styleId="BodyTextBoldChar">
    <w:name w:val="Body Text Bold Char"/>
    <w:link w:val="BodyTextBold"/>
    <w:rsid w:val="00C73E03"/>
    <w:rPr>
      <w:rFonts w:eastAsia="Times New Roman" w:cs="Arial"/>
      <w:b/>
      <w:szCs w:val="24"/>
    </w:rPr>
  </w:style>
  <w:style w:type="paragraph" w:customStyle="1" w:styleId="Tasks">
    <w:name w:val="Tasks"/>
    <w:basedOn w:val="Normal"/>
    <w:next w:val="Normal"/>
    <w:rsid w:val="00D66313"/>
    <w:pPr>
      <w:keepNext/>
      <w:numPr>
        <w:numId w:val="11"/>
      </w:numPr>
      <w:tabs>
        <w:tab w:val="clear" w:pos="720"/>
      </w:tabs>
      <w:spacing w:before="240" w:after="120" w:line="240" w:lineRule="auto"/>
      <w:ind w:left="1080" w:hanging="1080"/>
    </w:pPr>
    <w:rPr>
      <w:rFonts w:eastAsia="Times New Roman"/>
      <w:b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606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9058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99058D"/>
    <w:pPr>
      <w:numPr>
        <w:ilvl w:val="2"/>
        <w:numId w:val="5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D66313"/>
    <w:pPr>
      <w:numPr>
        <w:numId w:val="8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99058D"/>
    <w:pPr>
      <w:numPr>
        <w:numId w:val="5"/>
      </w:numPr>
      <w:spacing w:before="240"/>
      <w:ind w:left="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99058D"/>
    <w:pPr>
      <w:numPr>
        <w:ilvl w:val="3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99058D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Heading2"/>
    <w:next w:val="BodyTextL25"/>
    <w:rsid w:val="0099058D"/>
    <w:pPr>
      <w:numPr>
        <w:ilvl w:val="1"/>
        <w:numId w:val="5"/>
      </w:numPr>
    </w:pPr>
    <w:rPr>
      <w:rFonts w:ascii="Arial" w:hAnsi="Arial"/>
      <w:color w:val="auto"/>
      <w:sz w:val="24"/>
    </w:rPr>
  </w:style>
  <w:style w:type="character" w:customStyle="1" w:styleId="Heading3Char">
    <w:name w:val="Heading 3 Char"/>
    <w:rsid w:val="00231D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1">
    <w:name w:val="Heading 3 Char1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1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rsid w:val="00231DCA"/>
    <w:rPr>
      <w:sz w:val="22"/>
      <w:szCs w:val="22"/>
    </w:rPr>
  </w:style>
  <w:style w:type="character" w:customStyle="1" w:styleId="BodyTextChar1">
    <w:name w:val="Body Text Char1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link w:val="CMD"/>
    <w:rsid w:val="00C73E03"/>
    <w:rPr>
      <w:rFonts w:ascii="Courier New" w:hAnsi="Courier New"/>
      <w:szCs w:val="22"/>
    </w:rPr>
  </w:style>
  <w:style w:type="character" w:customStyle="1" w:styleId="BodyTextBoldChar">
    <w:name w:val="Body Text Bold Char"/>
    <w:link w:val="BodyTextBold"/>
    <w:rsid w:val="00C73E03"/>
    <w:rPr>
      <w:rFonts w:eastAsia="Times New Roman" w:cs="Arial"/>
      <w:b/>
      <w:szCs w:val="24"/>
    </w:rPr>
  </w:style>
  <w:style w:type="paragraph" w:customStyle="1" w:styleId="Tasks">
    <w:name w:val="Tasks"/>
    <w:basedOn w:val="Normal"/>
    <w:next w:val="Normal"/>
    <w:rsid w:val="00D66313"/>
    <w:pPr>
      <w:keepNext/>
      <w:numPr>
        <w:numId w:val="11"/>
      </w:numPr>
      <w:tabs>
        <w:tab w:val="clear" w:pos="720"/>
      </w:tabs>
      <w:spacing w:before="240" w:after="120" w:line="240" w:lineRule="auto"/>
      <w:ind w:left="1080" w:hanging="1080"/>
    </w:pPr>
    <w:rPr>
      <w:rFonts w:eastAsia="Times New Roman"/>
      <w:b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606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Unicon\Curriculum_Templates\CCNA_Security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6F800-1924-4F17-A4A0-D102A2EE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CCNA_Security_Lab-Template.dotx</Template>
  <TotalTime>2</TotalTime>
  <Pages>4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spennock</dc:creator>
  <cp:lastModifiedBy>dholzing</cp:lastModifiedBy>
  <cp:revision>3</cp:revision>
  <cp:lastPrinted>2015-07-02T22:49:00Z</cp:lastPrinted>
  <dcterms:created xsi:type="dcterms:W3CDTF">2015-07-02T22:48:00Z</dcterms:created>
  <dcterms:modified xsi:type="dcterms:W3CDTF">2015-07-02T22:50:00Z</dcterms:modified>
</cp:coreProperties>
</file>